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235585</wp:posOffset>
                </wp:positionH>
                <wp:positionV relativeFrom="paragraph">
                  <wp:posOffset>342265</wp:posOffset>
                </wp:positionV>
                <wp:extent cx="5613400" cy="1676400"/>
                <wp:effectExtent l="0" t="0" r="25400" b="1905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0" cy="16764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18.55pt;margin-top:26.95pt;width:442pt;height:13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" filled="f" strokecolor="#76923c [2406]" strokeweight="1pt"/>
            </w:pict>
          </mc:Fallback>
        </mc:AlternateContent>
      </w:r>
      <w:r w:rsidR="00882962">
        <w:rPr>
          <w:rFonts w:ascii="Arial" w:hAnsi="Arial" w:cs="Arial"/>
          <w:b/>
          <w:color w:val="76923C" w:themeColor="accent3" w:themeShade="BF"/>
          <w:sz w:val="28"/>
          <w:szCs w:val="28"/>
        </w:rPr>
        <w:t>T</w:t>
      </w:r>
      <w:r w:rsidR="00275259">
        <w:rPr>
          <w:rFonts w:ascii="Arial" w:hAnsi="Arial" w:cs="Arial"/>
          <w:b/>
          <w:color w:val="76923C" w:themeColor="accent3" w:themeShade="BF"/>
          <w:sz w:val="28"/>
          <w:szCs w:val="28"/>
        </w:rPr>
        <w:t>WISTER EN ALABANAIS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D1374B">
      <w:pPr>
        <w:ind w:left="708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 w:rsidR="00B607EA">
        <w:rPr>
          <w:rFonts w:ascii="Arial" w:hAnsi="Arial" w:cs="Arial"/>
        </w:rPr>
        <w:t xml:space="preserve"> </w:t>
      </w:r>
      <w:r w:rsidR="00B607EA">
        <w:rPr>
          <w:rFonts w:ascii="Arial" w:hAnsi="Arial" w:cs="Arial"/>
        </w:rPr>
        <w:tab/>
        <w:t>1 à 4</w:t>
      </w:r>
    </w:p>
    <w:p w:rsidR="000E4464" w:rsidRDefault="000E4464" w:rsidP="00D1374B">
      <w:pPr>
        <w:spacing w:after="0"/>
        <w:ind w:left="708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B607EA" w:rsidRDefault="00B607EA" w:rsidP="00D1374B">
      <w:pPr>
        <w:spacing w:after="0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Instructions Twister en albanais</w:t>
      </w:r>
      <w:r w:rsidR="00407140">
        <w:rPr>
          <w:rFonts w:ascii="Arial" w:hAnsi="Arial" w:cs="Arial"/>
        </w:rPr>
        <w:t xml:space="preserve"> (A3)</w:t>
      </w:r>
    </w:p>
    <w:p w:rsidR="00B607EA" w:rsidRDefault="00B607EA" w:rsidP="00D1374B">
      <w:pPr>
        <w:spacing w:after="0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Tapis de jeu</w:t>
      </w:r>
    </w:p>
    <w:p w:rsidR="00B607EA" w:rsidRDefault="00B607EA" w:rsidP="00D1374B">
      <w:pPr>
        <w:spacing w:after="0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Horloge "Twister"</w:t>
      </w: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687DE3" w:rsidRPr="00B607EA" w:rsidRDefault="00687DE3" w:rsidP="00B607EA">
      <w:pPr>
        <w:spacing w:after="0"/>
        <w:jc w:val="both"/>
        <w:rPr>
          <w:rFonts w:ascii="Arial" w:hAnsi="Arial" w:cs="Arial"/>
        </w:rPr>
      </w:pP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Pr="00B57D67" w:rsidRDefault="00B607EA" w:rsidP="00D1374B">
      <w:pPr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Poser</w:t>
      </w:r>
      <w:r w:rsidR="002D706F">
        <w:rPr>
          <w:rFonts w:ascii="Arial" w:hAnsi="Arial" w:cs="Arial"/>
          <w:b/>
        </w:rPr>
        <w:t>, sans perdre l'équilibre,</w:t>
      </w:r>
      <w:r>
        <w:rPr>
          <w:rFonts w:ascii="Arial" w:hAnsi="Arial" w:cs="Arial"/>
          <w:b/>
        </w:rPr>
        <w:t xml:space="preserve"> les mains et les pieds sur les couleurs énoncées en suiva</w:t>
      </w:r>
      <w:r w:rsidR="002D706F">
        <w:rPr>
          <w:rFonts w:ascii="Arial" w:hAnsi="Arial" w:cs="Arial"/>
          <w:b/>
        </w:rPr>
        <w:t>nt les instructions en albanais.</w:t>
      </w:r>
      <w:bookmarkStart w:id="0" w:name="_GoBack"/>
      <w:bookmarkEnd w:id="0"/>
    </w:p>
    <w:p w:rsidR="004B3F3D" w:rsidRPr="00177EC9" w:rsidRDefault="000E4464" w:rsidP="00D1374B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177EC9" w:rsidRDefault="000E4464" w:rsidP="00D1374B">
      <w:pPr>
        <w:pStyle w:val="Paragraphedeliste"/>
        <w:jc w:val="both"/>
        <w:rPr>
          <w:rFonts w:ascii="Arial" w:hAnsi="Arial" w:cs="Arial"/>
          <w:b/>
          <w:color w:val="76923C" w:themeColor="accent3" w:themeShade="BF"/>
        </w:rPr>
      </w:pPr>
    </w:p>
    <w:p w:rsidR="00837771" w:rsidRPr="00D1374B" w:rsidRDefault="00B607EA" w:rsidP="00D1374B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 tour de rôl</w:t>
      </w:r>
      <w:r w:rsidR="00B57D67">
        <w:rPr>
          <w:rFonts w:ascii="Arial" w:hAnsi="Arial" w:cs="Arial"/>
          <w:b/>
        </w:rPr>
        <w:t xml:space="preserve">e, les élèves suivent </w:t>
      </w:r>
      <w:r w:rsidR="00B57D67" w:rsidRPr="00D1374B">
        <w:rPr>
          <w:rFonts w:ascii="Arial" w:hAnsi="Arial" w:cs="Arial"/>
          <w:b/>
        </w:rPr>
        <w:t>les indications</w:t>
      </w:r>
      <w:r w:rsidRPr="00D1374B">
        <w:rPr>
          <w:rFonts w:ascii="Arial" w:hAnsi="Arial" w:cs="Arial"/>
          <w:b/>
        </w:rPr>
        <w:t xml:space="preserve"> de l'adulte et se positionnent en conséquence sur le tapis Twister.</w:t>
      </w:r>
    </w:p>
    <w:p w:rsidR="00407140" w:rsidRPr="00D1374B" w:rsidRDefault="00407140" w:rsidP="00D1374B">
      <w:pPr>
        <w:pStyle w:val="Paragraphedeliste"/>
        <w:jc w:val="both"/>
        <w:rPr>
          <w:rFonts w:ascii="Arial" w:hAnsi="Arial" w:cs="Arial"/>
          <w:b/>
        </w:rPr>
      </w:pPr>
    </w:p>
    <w:p w:rsidR="00B607EA" w:rsidRPr="00D1374B" w:rsidRDefault="00B607EA" w:rsidP="00D1374B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D1374B">
        <w:rPr>
          <w:rFonts w:ascii="Arial" w:hAnsi="Arial" w:cs="Arial"/>
          <w:b/>
        </w:rPr>
        <w:t>L'adulte tourne l'horloge Twister et annonce</w:t>
      </w:r>
      <w:r w:rsidR="002D6E25">
        <w:rPr>
          <w:rFonts w:ascii="Arial" w:hAnsi="Arial" w:cs="Arial"/>
          <w:b/>
        </w:rPr>
        <w:t xml:space="preserve"> à </w:t>
      </w:r>
      <w:proofErr w:type="spellStart"/>
      <w:r w:rsidR="002D6E25">
        <w:rPr>
          <w:rFonts w:ascii="Arial" w:hAnsi="Arial" w:cs="Arial"/>
          <w:b/>
        </w:rPr>
        <w:t>chacun-e</w:t>
      </w:r>
      <w:proofErr w:type="spellEnd"/>
      <w:r w:rsidR="002D6E25">
        <w:rPr>
          <w:rFonts w:ascii="Arial" w:hAnsi="Arial" w:cs="Arial"/>
          <w:b/>
        </w:rPr>
        <w:t xml:space="preserve"> des élè</w:t>
      </w:r>
      <w:r w:rsidR="00407140" w:rsidRPr="00D1374B">
        <w:rPr>
          <w:rFonts w:ascii="Arial" w:hAnsi="Arial" w:cs="Arial"/>
          <w:b/>
        </w:rPr>
        <w:t>ves</w:t>
      </w:r>
      <w:r w:rsidRPr="00D1374B">
        <w:rPr>
          <w:rFonts w:ascii="Arial" w:hAnsi="Arial" w:cs="Arial"/>
          <w:b/>
        </w:rPr>
        <w:t xml:space="preserve"> le membre à déplacer (pied ou main + gauche ou droite</w:t>
      </w:r>
      <w:r w:rsidR="00407140" w:rsidRPr="00D1374B">
        <w:rPr>
          <w:rFonts w:ascii="Arial" w:hAnsi="Arial" w:cs="Arial"/>
          <w:b/>
        </w:rPr>
        <w:t xml:space="preserve">) ainsi que la couleur sur laquelle le membre doit être déplacé </w:t>
      </w:r>
      <w:r w:rsidRPr="00D1374B">
        <w:rPr>
          <w:rFonts w:ascii="Arial" w:hAnsi="Arial" w:cs="Arial"/>
          <w:b/>
        </w:rPr>
        <w:t>(rouge, vert, bleu, jaune</w:t>
      </w:r>
      <w:r w:rsidR="00B57D67" w:rsidRPr="00D1374B">
        <w:rPr>
          <w:rFonts w:ascii="Arial" w:hAnsi="Arial" w:cs="Arial"/>
          <w:b/>
        </w:rPr>
        <w:t>)</w:t>
      </w:r>
      <w:r w:rsidR="00407140" w:rsidRPr="00D1374B">
        <w:rPr>
          <w:rFonts w:ascii="Arial" w:hAnsi="Arial" w:cs="Arial"/>
          <w:b/>
        </w:rPr>
        <w:t>. Tout cela, en albanais.</w:t>
      </w:r>
    </w:p>
    <w:p w:rsidR="00407140" w:rsidRPr="00D1374B" w:rsidRDefault="00407140" w:rsidP="00D1374B">
      <w:pPr>
        <w:pStyle w:val="Paragraphedeliste"/>
        <w:jc w:val="both"/>
        <w:rPr>
          <w:rFonts w:ascii="Arial" w:hAnsi="Arial" w:cs="Arial"/>
          <w:b/>
        </w:rPr>
      </w:pPr>
    </w:p>
    <w:p w:rsidR="00407140" w:rsidRPr="00D1374B" w:rsidRDefault="00407140" w:rsidP="00D1374B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D1374B">
        <w:rPr>
          <w:rFonts w:ascii="Arial" w:hAnsi="Arial" w:cs="Arial"/>
          <w:b/>
        </w:rPr>
        <w:t xml:space="preserve">L'élève qui réussit à rester debout le plus longtemps gagne la partie. </w:t>
      </w:r>
    </w:p>
    <w:p w:rsidR="00407140" w:rsidRPr="00D1374B" w:rsidRDefault="00407140" w:rsidP="00D1374B">
      <w:pPr>
        <w:pStyle w:val="Paragraphedeliste"/>
        <w:jc w:val="both"/>
        <w:rPr>
          <w:rFonts w:ascii="Arial" w:hAnsi="Arial" w:cs="Arial"/>
          <w:b/>
        </w:rPr>
      </w:pPr>
    </w:p>
    <w:p w:rsidR="00407140" w:rsidRPr="00D1374B" w:rsidRDefault="00407140" w:rsidP="00D1374B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D1374B">
        <w:rPr>
          <w:rFonts w:ascii="Arial" w:hAnsi="Arial" w:cs="Arial"/>
          <w:b/>
        </w:rPr>
        <w:t>Les élèves peuvent s'aider de la pancarte "Instructions Twister en albanais".</w:t>
      </w:r>
    </w:p>
    <w:sectPr w:rsidR="00407140" w:rsidRPr="00D1374B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C21" w:rsidRDefault="007D5C21" w:rsidP="00687DE3">
      <w:pPr>
        <w:spacing w:after="0" w:line="240" w:lineRule="auto"/>
      </w:pPr>
      <w:r>
        <w:separator/>
      </w:r>
    </w:p>
  </w:endnote>
  <w:end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C21" w:rsidRDefault="007D5C21" w:rsidP="00687DE3">
      <w:pPr>
        <w:spacing w:after="0" w:line="240" w:lineRule="auto"/>
      </w:pPr>
      <w:r>
        <w:separator/>
      </w:r>
    </w:p>
  </w:footnote>
  <w:foot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65669474"/>
    <w:lvl w:ilvl="0" w:tplc="B33217A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E4464"/>
    <w:rsid w:val="00177EC9"/>
    <w:rsid w:val="001A4A00"/>
    <w:rsid w:val="001D656B"/>
    <w:rsid w:val="00275259"/>
    <w:rsid w:val="002D6E25"/>
    <w:rsid w:val="002D706F"/>
    <w:rsid w:val="003F707B"/>
    <w:rsid w:val="00407140"/>
    <w:rsid w:val="004163C9"/>
    <w:rsid w:val="004A3EDD"/>
    <w:rsid w:val="004B3F3D"/>
    <w:rsid w:val="00507F03"/>
    <w:rsid w:val="00687DE3"/>
    <w:rsid w:val="00760AF4"/>
    <w:rsid w:val="007D5C21"/>
    <w:rsid w:val="00837771"/>
    <w:rsid w:val="00882962"/>
    <w:rsid w:val="008C38E2"/>
    <w:rsid w:val="00B431DF"/>
    <w:rsid w:val="00B57D67"/>
    <w:rsid w:val="00B607EA"/>
    <w:rsid w:val="00C113DD"/>
    <w:rsid w:val="00C45E62"/>
    <w:rsid w:val="00D1374B"/>
    <w:rsid w:val="00D61C79"/>
    <w:rsid w:val="00DF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BFA7A8CC.dotm</Template>
  <TotalTime>3</TotalTime>
  <Pages>1</Pages>
  <Words>125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5</cp:revision>
  <dcterms:created xsi:type="dcterms:W3CDTF">2019-07-18T16:32:00Z</dcterms:created>
  <dcterms:modified xsi:type="dcterms:W3CDTF">2019-07-26T08:58:00Z</dcterms:modified>
</cp:coreProperties>
</file>